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458783A0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7AD169FD" w14:textId="77777777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4EDBF915" w14:textId="1E4C1399" w:rsidR="005F5419" w:rsidRPr="0070462E" w:rsidRDefault="005F5419" w:rsidP="005F5419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67EF834D" w14:textId="77777777" w:rsidR="005F5419" w:rsidRPr="0070462E" w:rsidRDefault="005F5419" w:rsidP="005F5419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262F27D5" w14:textId="205A5BFC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0811E10B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30F311C1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77FCD9C6" w14:textId="1510F925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  <w:r w:rsidR="00E2659D">
        <w:rPr>
          <w:rFonts w:eastAsia="Times New Roman" w:cs="Calibri"/>
          <w:szCs w:val="18"/>
          <w:lang w:eastAsia="pl-PL"/>
        </w:rPr>
        <w:t xml:space="preserve"> – nie dotyczy cz.2</w:t>
      </w:r>
    </w:p>
    <w:p w14:paraId="3A3B77C4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166E7758" w14:textId="77777777" w:rsidR="006B2AF7" w:rsidRPr="000A506D" w:rsidRDefault="006B2AF7" w:rsidP="006B2AF7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26E515FB" w14:textId="77777777" w:rsidR="006B2AF7" w:rsidRPr="000A506D" w:rsidRDefault="006B2AF7" w:rsidP="006B2AF7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Dopuszcza się zmianę osób wskazanych powyżej. W przypadku zmiany osoby wymienionych w Wykazie bądź konieczności zastępstwa takiej osoby, Wykonawca poinformuje o tym fakcie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lastRenderedPageBreak/>
        <w:t>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lastRenderedPageBreak/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 xml:space="preserve">orem wskazanym w </w:t>
      </w:r>
      <w:r w:rsidRPr="00CB29D0">
        <w:rPr>
          <w:rFonts w:cstheme="minorHAnsi"/>
          <w:b/>
          <w:i/>
          <w:szCs w:val="18"/>
          <w:u w:val="single"/>
        </w:rPr>
        <w:t>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1E41DEB2" w14:textId="77777777" w:rsidR="002F2E3A" w:rsidRPr="002F2E3A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60090ADC" w14:textId="7553C391" w:rsidR="002F2E3A" w:rsidRPr="002F2E3A" w:rsidRDefault="002F2E3A" w:rsidP="002F2E3A">
      <w:pPr>
        <w:pStyle w:val="Akapitzlist"/>
        <w:numPr>
          <w:ilvl w:val="2"/>
          <w:numId w:val="21"/>
        </w:numPr>
        <w:ind w:left="993"/>
        <w:rPr>
          <w:rFonts w:eastAsia="Times New Roman" w:cstheme="minorHAnsi"/>
          <w:szCs w:val="18"/>
        </w:rPr>
      </w:pPr>
      <w:r w:rsidRPr="002F2E3A">
        <w:rPr>
          <w:rFonts w:eastAsia="Times New Roman" w:cstheme="minorHAnsi"/>
          <w:b/>
          <w:bCs/>
          <w:szCs w:val="18"/>
        </w:rPr>
        <w:t>Podpisany Formularz cenowy/Arkusz kalkulacyjny wg Załącznika nr 3.1 do SWZ</w:t>
      </w:r>
      <w:r w:rsidRPr="002F2E3A">
        <w:rPr>
          <w:rFonts w:eastAsia="Times New Roman" w:cstheme="minorHAnsi"/>
          <w:szCs w:val="18"/>
        </w:rPr>
        <w:t>.</w:t>
      </w:r>
    </w:p>
    <w:p w14:paraId="5B5E0D4D" w14:textId="68B5B732" w:rsidR="0070462E" w:rsidRPr="0070462E" w:rsidRDefault="0070462E" w:rsidP="002F2E3A">
      <w:pPr>
        <w:pStyle w:val="Tekstpodstawowy"/>
        <w:spacing w:line="24" w:lineRule="atLeast"/>
        <w:ind w:left="426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</w:t>
      </w:r>
      <w:r w:rsidRPr="0070462E">
        <w:rPr>
          <w:rFonts w:cstheme="minorHAnsi"/>
          <w:szCs w:val="18"/>
        </w:rPr>
        <w:lastRenderedPageBreak/>
        <w:t>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FB68C1D" w14:textId="77777777" w:rsidR="00483E55" w:rsidRDefault="00483E55" w:rsidP="00483E5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003F681A" w14:textId="09DED54B" w:rsidR="00DF4C03" w:rsidRPr="00DF4C03" w:rsidRDefault="00DF4C03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bookmarkStart w:id="6" w:name="_Hlk215727093"/>
      <w:r w:rsidRPr="00DF4C03">
        <w:rPr>
          <w:rFonts w:cstheme="minorHAnsi"/>
          <w:szCs w:val="18"/>
          <w:u w:val="single"/>
        </w:rPr>
        <w:t>Potwierdzenie wniesienia wadium do Oferty powyżej</w:t>
      </w:r>
      <w:r>
        <w:rPr>
          <w:rFonts w:cstheme="minorHAnsi"/>
          <w:szCs w:val="18"/>
          <w:u w:val="single"/>
        </w:rPr>
        <w:t>.</w:t>
      </w:r>
      <w:bookmarkEnd w:id="6"/>
      <w:r w:rsidR="00483E55">
        <w:rPr>
          <w:rFonts w:cstheme="minorHAnsi"/>
          <w:szCs w:val="18"/>
          <w:u w:val="single"/>
        </w:rPr>
        <w:t xml:space="preserve">- </w:t>
      </w:r>
      <w:r w:rsidR="00483E55" w:rsidRPr="00483E55">
        <w:rPr>
          <w:rFonts w:cstheme="minorHAnsi"/>
          <w:b/>
          <w:bCs/>
          <w:szCs w:val="18"/>
          <w:u w:val="single"/>
        </w:rPr>
        <w:t>jeśli dotyczy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407B" w14:textId="77777777" w:rsidR="003D0186" w:rsidRDefault="003D0186" w:rsidP="00582CE9">
      <w:pPr>
        <w:spacing w:after="0"/>
      </w:pPr>
      <w:r>
        <w:separator/>
      </w:r>
    </w:p>
  </w:endnote>
  <w:endnote w:type="continuationSeparator" w:id="0">
    <w:p w14:paraId="5FE3D61C" w14:textId="77777777" w:rsidR="003D0186" w:rsidRDefault="003D01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D38E" w14:textId="77777777" w:rsidR="003D0186" w:rsidRDefault="003D0186" w:rsidP="00582CE9">
      <w:pPr>
        <w:spacing w:after="0"/>
      </w:pPr>
      <w:r>
        <w:separator/>
      </w:r>
    </w:p>
  </w:footnote>
  <w:footnote w:type="continuationSeparator" w:id="0">
    <w:p w14:paraId="517E33BF" w14:textId="77777777" w:rsidR="003D0186" w:rsidRDefault="003D018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07F226" w14:textId="0AB3EDD3" w:rsidR="00BA6FBA" w:rsidRPr="00C13372" w:rsidRDefault="00BA6FBA" w:rsidP="00BA6FBA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</w:p>
        <w:p w14:paraId="79750A4D" w14:textId="2834F0D5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CD38BDA" w:rsidR="00347E8D" w:rsidRPr="006B2C28" w:rsidRDefault="00ED4CDC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D4CD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POST/DYS/OLD/GZ/044</w:t>
          </w:r>
          <w:r w:rsidR="000F7740">
            <w:rPr>
              <w:rFonts w:asciiTheme="majorHAnsi" w:hAnsiTheme="majorHAnsi"/>
              <w:color w:val="000000" w:themeColor="text1"/>
              <w:sz w:val="14"/>
              <w:szCs w:val="18"/>
            </w:rPr>
            <w:t>87</w:t>
          </w:r>
          <w:r w:rsidRPr="00ED4CD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13E6B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BD2"/>
    <w:multiLevelType w:val="multilevel"/>
    <w:tmpl w:val="C03C737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  <w:b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1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30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2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8"/>
  </w:num>
  <w:num w:numId="26" w16cid:durableId="1711806734">
    <w:abstractNumId w:val="2"/>
  </w:num>
  <w:num w:numId="27" w16cid:durableId="1265963154">
    <w:abstractNumId w:val="27"/>
  </w:num>
  <w:num w:numId="28" w16cid:durableId="1660425132">
    <w:abstractNumId w:val="25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9"/>
  </w:num>
  <w:num w:numId="34" w16cid:durableId="1448433073">
    <w:abstractNumId w:val="9"/>
  </w:num>
  <w:num w:numId="35" w16cid:durableId="93875275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0F7740"/>
    <w:rsid w:val="00101BCF"/>
    <w:rsid w:val="001112C2"/>
    <w:rsid w:val="00124536"/>
    <w:rsid w:val="00125A7F"/>
    <w:rsid w:val="00126CEA"/>
    <w:rsid w:val="001303C8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0FB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E2E04"/>
    <w:rsid w:val="002F10CA"/>
    <w:rsid w:val="002F2E3A"/>
    <w:rsid w:val="0030359F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0186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12E5B"/>
    <w:rsid w:val="00414EEF"/>
    <w:rsid w:val="00417E23"/>
    <w:rsid w:val="004257E0"/>
    <w:rsid w:val="004367FB"/>
    <w:rsid w:val="00436F85"/>
    <w:rsid w:val="00444250"/>
    <w:rsid w:val="0044629B"/>
    <w:rsid w:val="00446871"/>
    <w:rsid w:val="00446E2F"/>
    <w:rsid w:val="00466493"/>
    <w:rsid w:val="00473D75"/>
    <w:rsid w:val="0047759A"/>
    <w:rsid w:val="00483E55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CE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419"/>
    <w:rsid w:val="00623B01"/>
    <w:rsid w:val="00625BB0"/>
    <w:rsid w:val="006261B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AF7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11B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49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52EC"/>
    <w:rsid w:val="009A6D93"/>
    <w:rsid w:val="009A7B36"/>
    <w:rsid w:val="009B3502"/>
    <w:rsid w:val="009B51B6"/>
    <w:rsid w:val="009B5CDA"/>
    <w:rsid w:val="009B633C"/>
    <w:rsid w:val="009C2875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3731"/>
    <w:rsid w:val="00A148D6"/>
    <w:rsid w:val="00A36C09"/>
    <w:rsid w:val="00A370AB"/>
    <w:rsid w:val="00A3753A"/>
    <w:rsid w:val="00A43299"/>
    <w:rsid w:val="00A467CA"/>
    <w:rsid w:val="00A57E04"/>
    <w:rsid w:val="00A6049B"/>
    <w:rsid w:val="00A62B4C"/>
    <w:rsid w:val="00A70F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9D0"/>
    <w:rsid w:val="00CB2D26"/>
    <w:rsid w:val="00CB3A6F"/>
    <w:rsid w:val="00CD2022"/>
    <w:rsid w:val="00CE2F55"/>
    <w:rsid w:val="00D03C12"/>
    <w:rsid w:val="00D10930"/>
    <w:rsid w:val="00D1247E"/>
    <w:rsid w:val="00D21BCE"/>
    <w:rsid w:val="00D22351"/>
    <w:rsid w:val="00D4490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DF4C03"/>
    <w:rsid w:val="00E12F47"/>
    <w:rsid w:val="00E16545"/>
    <w:rsid w:val="00E2123D"/>
    <w:rsid w:val="00E2659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3F66"/>
    <w:rsid w:val="00ED4CDC"/>
    <w:rsid w:val="00EE2AD9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-- NOWE poprawiony.docx</dmsv2BaseFileName>
    <dmsv2BaseDisplayName xmlns="http://schemas.microsoft.com/sharepoint/v3">Załącznik nr 2 do SWZ - Warunki udziału w postepowaniu -- NOWE poprawiony</dmsv2BaseDisplayName>
    <dmsv2SWPP2ObjectNumber xmlns="http://schemas.microsoft.com/sharepoint/v3">POST/DYS/OLD/GZ/04487/2025                        </dmsv2SWPP2ObjectNumber>
    <dmsv2SWPP2SumMD5 xmlns="http://schemas.microsoft.com/sharepoint/v3">3cef9958f10e2764d7815c51710e6324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23982118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JEUP5JKVCYQC-1133723987-7822</_dlc_DocId>
    <_dlc_DocIdUrl xmlns="a19cb1c7-c5c7-46d4-85ae-d83685407bba">
      <Url>https://swpp2.dms.gkpge.pl/sites/41/_layouts/15/DocIdRedir.aspx?ID=JEUP5JKVCYQC-1133723987-7822</Url>
      <Description>JEUP5JKVCYQC-1133723987-7822</Description>
    </_dlc_DocIdUrl>
  </documentManagement>
</p:properties>
</file>

<file path=customXml/itemProps1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E3DD1-A8CE-441B-845A-23D74929317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B3621-9217-4B69-9962-547140CD850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6</Pages>
  <Words>3699</Words>
  <Characters>22195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Patryarcha Piotr [PGE Dystr. O.Łódź]</cp:lastModifiedBy>
  <cp:revision>2</cp:revision>
  <cp:lastPrinted>2024-07-15T11:21:00Z</cp:lastPrinted>
  <dcterms:created xsi:type="dcterms:W3CDTF">2025-12-12T04:56:00Z</dcterms:created>
  <dcterms:modified xsi:type="dcterms:W3CDTF">2025-12-12T04:56:00Z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9b7ceb2f-5518-494a-a4ca-3012f1fd90b2</vt:lpwstr>
  </property>
</Properties>
</file>